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94" w:rsidRPr="00114568" w:rsidRDefault="00771394" w:rsidP="00771394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 w:rsidRPr="00114568">
        <w:rPr>
          <w:bCs/>
          <w:sz w:val="22"/>
          <w:szCs w:val="22"/>
        </w:rPr>
        <w:t xml:space="preserve">Załącznik nr </w:t>
      </w:r>
      <w:r w:rsidR="006D5031">
        <w:rPr>
          <w:b/>
          <w:bCs/>
          <w:sz w:val="22"/>
          <w:szCs w:val="22"/>
        </w:rPr>
        <w:t>8</w:t>
      </w:r>
      <w:r w:rsidRPr="00114568">
        <w:rPr>
          <w:b/>
          <w:bCs/>
          <w:sz w:val="22"/>
          <w:szCs w:val="22"/>
        </w:rPr>
        <w:t xml:space="preserve"> </w:t>
      </w:r>
      <w:r w:rsidRPr="00114568">
        <w:rPr>
          <w:bCs/>
          <w:sz w:val="22"/>
          <w:szCs w:val="22"/>
        </w:rPr>
        <w:t>do SIWZ</w:t>
      </w:r>
    </w:p>
    <w:p w:rsidR="00771394" w:rsidRPr="00114568" w:rsidRDefault="00771394" w:rsidP="00771394">
      <w:pPr>
        <w:spacing w:line="360" w:lineRule="auto"/>
        <w:jc w:val="center"/>
        <w:rPr>
          <w:b/>
          <w:u w:val="single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spacing w:after="40"/>
        <w:ind w:firstLine="3969"/>
        <w:rPr>
          <w:b/>
        </w:rPr>
      </w:pPr>
    </w:p>
    <w:p w:rsidR="00771394" w:rsidRPr="00114568" w:rsidRDefault="00771394" w:rsidP="00771394">
      <w:pPr>
        <w:spacing w:after="40"/>
        <w:ind w:left="4678"/>
        <w:rPr>
          <w:b/>
          <w:sz w:val="22"/>
          <w:szCs w:val="22"/>
        </w:rPr>
      </w:pPr>
      <w:r w:rsidRPr="00E20046">
        <w:rPr>
          <w:b/>
          <w:sz w:val="22"/>
          <w:szCs w:val="22"/>
        </w:rPr>
        <w:t>Gmina Śrem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Plac 20 Października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1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63-100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Śrem</w:t>
      </w:r>
    </w:p>
    <w:p w:rsidR="00771394" w:rsidRPr="00114568" w:rsidRDefault="00771394" w:rsidP="00771394">
      <w:pPr>
        <w:ind w:left="3686"/>
        <w:jc w:val="center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Pr="00E20046">
        <w:rPr>
          <w:b/>
          <w:sz w:val="22"/>
          <w:szCs w:val="22"/>
        </w:rPr>
        <w:t xml:space="preserve">Odbiór odpadów komunalnych zebranych w sposób selektywny z miejsc gromadzenia odpadów komunalnych obejmujących pojemniki typu "dzwon" oraz pojemniki do odbioru </w:t>
      </w:r>
      <w:r w:rsidR="003A72BA">
        <w:rPr>
          <w:b/>
          <w:sz w:val="22"/>
          <w:szCs w:val="22"/>
        </w:rPr>
        <w:t>bioodpadów</w:t>
      </w:r>
      <w:r w:rsidRPr="00E20046">
        <w:rPr>
          <w:b/>
          <w:sz w:val="22"/>
          <w:szCs w:val="22"/>
        </w:rPr>
        <w:t>"</w:t>
      </w:r>
      <w:r w:rsidRPr="00114568">
        <w:rPr>
          <w:sz w:val="22"/>
          <w:szCs w:val="22"/>
        </w:rPr>
        <w:t xml:space="preserve">” – znak sprawy: </w:t>
      </w:r>
      <w:r w:rsidR="003A72BA">
        <w:rPr>
          <w:b/>
          <w:sz w:val="22"/>
          <w:szCs w:val="22"/>
        </w:rPr>
        <w:t>BP.271.2.2020</w:t>
      </w:r>
      <w:r w:rsidRPr="00E20046">
        <w:rPr>
          <w:b/>
          <w:sz w:val="22"/>
          <w:szCs w:val="22"/>
        </w:rPr>
        <w:t>.BS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771394" w:rsidRPr="000F2C92" w:rsidRDefault="00771394" w:rsidP="00771394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771394" w:rsidRPr="00457E10" w:rsidRDefault="00771394" w:rsidP="00771394">
      <w:pPr>
        <w:spacing w:line="276" w:lineRule="auto"/>
        <w:jc w:val="both"/>
        <w:rPr>
          <w:sz w:val="16"/>
          <w:szCs w:val="16"/>
        </w:rPr>
      </w:pPr>
    </w:p>
    <w:p w:rsidR="00771394" w:rsidRDefault="00771394" w:rsidP="00771394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9072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771394" w:rsidTr="00D9416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:rsidR="00771394" w:rsidRPr="00D274F5" w:rsidRDefault="00771394" w:rsidP="00D9416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771394" w:rsidTr="00D94165">
        <w:tc>
          <w:tcPr>
            <w:tcW w:w="9072" w:type="dxa"/>
            <w:shd w:val="clear" w:color="auto" w:fill="auto"/>
          </w:tcPr>
          <w:p w:rsidR="00771394" w:rsidRPr="00FD2E8B" w:rsidRDefault="00771394" w:rsidP="00D94165">
            <w:pPr>
              <w:spacing w:before="60" w:line="360" w:lineRule="auto"/>
              <w:jc w:val="both"/>
              <w:rPr>
                <w:b/>
              </w:rPr>
            </w:pPr>
            <w:r w:rsidRPr="00FD2E8B">
              <w:rPr>
                <w:b/>
              </w:rPr>
              <w:t xml:space="preserve">Temat: </w:t>
            </w:r>
            <w:r w:rsidRPr="00FD2E8B">
              <w:t xml:space="preserve">Odbiór odpadów komunalnych zebranych w sposób selektywny z miejsc gromadzenia odpadów komunalnych obejmujących pojemniki typu "dzwon" oraz pojemniki do odbioru </w:t>
            </w:r>
            <w:r w:rsidR="00927042">
              <w:t>bioodpadów</w:t>
            </w:r>
            <w:r w:rsidRPr="00FD2E8B">
              <w:t>"</w:t>
            </w:r>
          </w:p>
          <w:p w:rsidR="00771394" w:rsidRPr="00927042" w:rsidRDefault="00771394" w:rsidP="00D94165">
            <w:pPr>
              <w:spacing w:line="360" w:lineRule="auto"/>
            </w:pPr>
            <w:r w:rsidRPr="00FD2E8B">
              <w:t>C</w:t>
            </w:r>
            <w:r w:rsidRPr="00927042">
              <w:t>eny jednostkowe (C) za wykonanie zamówienia wynoszą:</w:t>
            </w:r>
          </w:p>
          <w:p w:rsidR="00771394" w:rsidRPr="00927042" w:rsidRDefault="00927042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cena za odbiór 1 Mg odpadów komunalnych o kodzie 15 01 01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: (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%) ………………………………….zł brutto (słownie: …………………………………………………………………)</w:t>
            </w:r>
          </w:p>
          <w:p w:rsidR="00771394" w:rsidRPr="00927042" w:rsidRDefault="00927042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cena za odbiór 1 Mg odpadów komunalnych o kodzie 15 01 02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: (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%) …………………………………….zł brutto (słownie: …………………………………………………………………)</w:t>
            </w:r>
          </w:p>
          <w:p w:rsidR="00771394" w:rsidRDefault="00927042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cena za odbiór 1 Mg odpadów komunalnych o kodzie 15 01 07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: (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%)</w:t>
            </w:r>
          </w:p>
          <w:p w:rsidR="00927042" w:rsidRPr="00927042" w:rsidRDefault="00927042" w:rsidP="00927042">
            <w:pPr>
              <w:pStyle w:val="Akapitzlist"/>
              <w:spacing w:after="0" w:line="240" w:lineRule="auto"/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…………………………………….zł brutto (słownie: …………………………………………………………………)</w:t>
            </w:r>
          </w:p>
          <w:p w:rsidR="00771394" w:rsidRPr="00927042" w:rsidRDefault="00927042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cena za odbiór 1 Mg odpadów komunalnych o kodzie 20 02 01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: (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 xml:space="preserve">%) 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…………………………………….zł brutto (słownie: …………………………………………………………………)</w:t>
            </w:r>
          </w:p>
          <w:p w:rsidR="00771394" w:rsidRPr="00927042" w:rsidRDefault="00927042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>cena za odbiór 1 Mg odpadów komunalnych o kodzie 20 01 08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: (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71394" w:rsidRPr="00927042">
              <w:rPr>
                <w:rFonts w:ascii="Times New Roman" w:hAnsi="Times New Roman"/>
                <w:sz w:val="24"/>
                <w:szCs w:val="24"/>
              </w:rPr>
              <w:t>%) …………………………………….zł brutto (słownie: …………………………………………………………………)</w:t>
            </w:r>
          </w:p>
          <w:p w:rsidR="00771394" w:rsidRPr="00927042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7042">
              <w:rPr>
                <w:rFonts w:ascii="Times New Roman" w:hAnsi="Times New Roman"/>
                <w:sz w:val="24"/>
                <w:szCs w:val="24"/>
              </w:rPr>
              <w:t xml:space="preserve">Wszystkie ceny zawierają podatek VAT w wysokości …% </w:t>
            </w:r>
          </w:p>
          <w:p w:rsidR="00771394" w:rsidRPr="00FD2E8B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1394" w:rsidRPr="00927042" w:rsidRDefault="00771394" w:rsidP="008938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pojazdów przystosowanych do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pali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alternatywnych: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93833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FD2E8B">
              <w:rPr>
                <w:rFonts w:ascii="Times New Roman" w:hAnsi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…………………szt.</w:t>
            </w:r>
          </w:p>
        </w:tc>
      </w:tr>
    </w:tbl>
    <w:p w:rsidR="00771394" w:rsidRPr="00457E10" w:rsidRDefault="00771394" w:rsidP="00927042">
      <w:pPr>
        <w:spacing w:line="276" w:lineRule="auto"/>
        <w:contextualSpacing/>
        <w:jc w:val="both"/>
        <w:rPr>
          <w:sz w:val="22"/>
        </w:rPr>
      </w:pPr>
    </w:p>
    <w:p w:rsidR="00771394" w:rsidRPr="00114568" w:rsidRDefault="00771394" w:rsidP="00771394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771394" w:rsidRPr="00C437AC" w:rsidRDefault="00771394" w:rsidP="00771394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771394" w:rsidRPr="001661BD" w:rsidTr="00D9416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771394" w:rsidRPr="00C437AC" w:rsidRDefault="00771394" w:rsidP="00771394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771394" w:rsidRPr="00114568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771394" w:rsidRPr="00457E10" w:rsidRDefault="00771394" w:rsidP="00771394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771394" w:rsidRPr="00457E10" w:rsidRDefault="00771394" w:rsidP="00771394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771394" w:rsidRPr="00457E10" w:rsidRDefault="00771394" w:rsidP="00771394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lastRenderedPageBreak/>
        <w:t>_____________________________________</w:t>
      </w:r>
    </w:p>
    <w:p w:rsidR="00771394" w:rsidRDefault="00771394" w:rsidP="00771394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771394" w:rsidRDefault="00771394" w:rsidP="0077139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771394" w:rsidRPr="00114568" w:rsidRDefault="00771394" w:rsidP="00771394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771394" w:rsidRPr="00114568" w:rsidRDefault="00771394" w:rsidP="00771394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114568" w:rsidRPr="00771394" w:rsidRDefault="00114568" w:rsidP="00771394"/>
    <w:sectPr w:rsidR="00114568" w:rsidRPr="00771394" w:rsidSect="00F43C37">
      <w:headerReference w:type="default" r:id="rId8"/>
      <w:footerReference w:type="default" r:id="rId9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2B" w:rsidRDefault="00626B2B">
      <w:r>
        <w:separator/>
      </w:r>
    </w:p>
  </w:endnote>
  <w:endnote w:type="continuationSeparator" w:id="0">
    <w:p w:rsidR="00626B2B" w:rsidRDefault="0062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383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2B" w:rsidRDefault="00626B2B">
      <w:r>
        <w:separator/>
      </w:r>
    </w:p>
  </w:footnote>
  <w:footnote w:type="continuationSeparator" w:id="0">
    <w:p w:rsidR="00626B2B" w:rsidRDefault="00626B2B">
      <w:r>
        <w:continuationSeparator/>
      </w:r>
    </w:p>
  </w:footnote>
  <w:footnote w:id="1">
    <w:p w:rsidR="00771394" w:rsidRPr="00457E10" w:rsidRDefault="00771394" w:rsidP="00771394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771394" w:rsidRDefault="00771394" w:rsidP="0077139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771394" w:rsidRDefault="00771394" w:rsidP="00771394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771394" w:rsidRDefault="00771394" w:rsidP="007713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Default="000F2C92" w:rsidP="000F2C92">
    <w:pPr>
      <w:pStyle w:val="Nagwek"/>
    </w:pPr>
    <w:r w:rsidRPr="000F2C92">
      <w:t xml:space="preserve">Znak sprawy </w:t>
    </w:r>
    <w:r w:rsidR="003A72BA">
      <w:t>BP.271.2.2020</w:t>
    </w:r>
    <w:r w:rsidR="00F3664D">
      <w:t>.BS</w:t>
    </w:r>
  </w:p>
  <w:p w:rsidR="007E0CD4" w:rsidRPr="000F2C92" w:rsidRDefault="007E0CD4" w:rsidP="000F2C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966466B"/>
    <w:multiLevelType w:val="hybridMultilevel"/>
    <w:tmpl w:val="58C29A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6"/>
  </w:num>
  <w:num w:numId="15">
    <w:abstractNumId w:val="23"/>
  </w:num>
  <w:num w:numId="16">
    <w:abstractNumId w:val="35"/>
  </w:num>
  <w:num w:numId="17">
    <w:abstractNumId w:val="13"/>
  </w:num>
  <w:num w:numId="18">
    <w:abstractNumId w:val="17"/>
  </w:num>
  <w:num w:numId="19">
    <w:abstractNumId w:val="33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8"/>
  </w:num>
  <w:num w:numId="33">
    <w:abstractNumId w:val="20"/>
  </w:num>
  <w:num w:numId="34">
    <w:abstractNumId w:val="1"/>
  </w:num>
  <w:num w:numId="35">
    <w:abstractNumId w:val="0"/>
  </w:num>
  <w:num w:numId="36">
    <w:abstractNumId w:val="34"/>
  </w:num>
  <w:num w:numId="37">
    <w:abstractNumId w:val="32"/>
  </w:num>
  <w:num w:numId="38">
    <w:abstractNumId w:val="3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2B"/>
    <w:rsid w:val="000F18FA"/>
    <w:rsid w:val="000F2C92"/>
    <w:rsid w:val="00114568"/>
    <w:rsid w:val="00306360"/>
    <w:rsid w:val="00354AC4"/>
    <w:rsid w:val="003A72BA"/>
    <w:rsid w:val="00457E10"/>
    <w:rsid w:val="00626B2B"/>
    <w:rsid w:val="00637863"/>
    <w:rsid w:val="006703E0"/>
    <w:rsid w:val="006D5031"/>
    <w:rsid w:val="006F6356"/>
    <w:rsid w:val="00703495"/>
    <w:rsid w:val="00733F44"/>
    <w:rsid w:val="0075174C"/>
    <w:rsid w:val="00754090"/>
    <w:rsid w:val="00771394"/>
    <w:rsid w:val="007E0CD4"/>
    <w:rsid w:val="00866E4F"/>
    <w:rsid w:val="00893833"/>
    <w:rsid w:val="00927042"/>
    <w:rsid w:val="00B21345"/>
    <w:rsid w:val="00B70888"/>
    <w:rsid w:val="00C33979"/>
    <w:rsid w:val="00C437AC"/>
    <w:rsid w:val="00C57DDD"/>
    <w:rsid w:val="00D274F5"/>
    <w:rsid w:val="00E54E5A"/>
    <w:rsid w:val="00EB3C67"/>
    <w:rsid w:val="00F3664D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3</Pages>
  <Words>445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Slawomir Baum</cp:lastModifiedBy>
  <cp:revision>8</cp:revision>
  <cp:lastPrinted>2001-01-24T13:21:00Z</cp:lastPrinted>
  <dcterms:created xsi:type="dcterms:W3CDTF">2019-01-21T12:08:00Z</dcterms:created>
  <dcterms:modified xsi:type="dcterms:W3CDTF">2020-02-12T12:33:00Z</dcterms:modified>
</cp:coreProperties>
</file>